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723B3" w14:textId="77777777" w:rsidR="00F20901" w:rsidRPr="00F20901" w:rsidRDefault="00F20901" w:rsidP="00F20901">
      <w:pPr>
        <w:spacing w:after="0"/>
        <w:rPr>
          <w:rFonts w:ascii="Consolas" w:hAnsi="Consolas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71449B" w14:paraId="46151175" w14:textId="77777777" w:rsidTr="00393BEF">
        <w:tc>
          <w:tcPr>
            <w:tcW w:w="10194" w:type="dxa"/>
          </w:tcPr>
          <w:p w14:paraId="4D516178" w14:textId="77777777" w:rsidR="00BB1871" w:rsidRDefault="004120C3" w:rsidP="00252026">
            <w:pPr>
              <w:spacing w:after="0"/>
              <w:rPr>
                <w:rFonts w:ascii="Consolas" w:hAnsi="Consolas" w:cs="Arial"/>
                <w:sz w:val="16"/>
                <w:szCs w:val="16"/>
              </w:rPr>
            </w:pPr>
            <w:bookmarkStart w:id="0" w:name="DATA"/>
            <w:bookmarkEnd w:id="0"/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3D399873" wp14:editId="659A3D21">
                      <wp:simplePos x="0" y="0"/>
                      <wp:positionH relativeFrom="column">
                        <wp:posOffset>1393986</wp:posOffset>
                      </wp:positionH>
                      <wp:positionV relativeFrom="paragraph">
                        <wp:posOffset>1916430</wp:posOffset>
                      </wp:positionV>
                      <wp:extent cx="357809" cy="246490"/>
                      <wp:effectExtent l="0" t="0" r="0" b="1270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514203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" w:name="SpallaSx"/>
                                  <w:bookmarkEnd w:id="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3998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4" o:spid="_x0000_s1026" type="#_x0000_t202" style="position:absolute;margin-left:109.75pt;margin-top:150.9pt;width:28.15pt;height:19.4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" filled="f" stroked="f" strokeweight=".5pt">
                      <v:textbox>
                        <w:txbxContent>
                          <w:p w14:paraId="6E514203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SpallaSx"/>
                            <w:bookmarkEnd w:id="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1552" behindDoc="0" locked="0" layoutInCell="1" allowOverlap="1" wp14:anchorId="69281485" wp14:editId="41A823FC">
                      <wp:simplePos x="0" y="0"/>
                      <wp:positionH relativeFrom="column">
                        <wp:posOffset>3348990</wp:posOffset>
                      </wp:positionH>
                      <wp:positionV relativeFrom="paragraph">
                        <wp:posOffset>1915061</wp:posOffset>
                      </wp:positionV>
                      <wp:extent cx="357809" cy="246490"/>
                      <wp:effectExtent l="0" t="0" r="0" b="1270"/>
                      <wp:wrapNone/>
                      <wp:docPr id="10" name="Casella di tes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0D531D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3" w:name="SpallaDx"/>
                                  <w:bookmarkEnd w:id="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81485" id="Casella di testo 10" o:spid="_x0000_s1027" type="#_x0000_t202" style="position:absolute;margin-left:263.7pt;margin-top:150.8pt;width:28.15pt;height:19.4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" filled="f" stroked="f" strokeweight=".5pt">
                      <v:textbox>
                        <w:txbxContent>
                          <w:p w14:paraId="430D531D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4" w:name="SpallaDx"/>
                            <w:bookmarkEnd w:id="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6A794313" wp14:editId="490F2983">
                      <wp:simplePos x="0" y="0"/>
                      <wp:positionH relativeFrom="column">
                        <wp:posOffset>2459829</wp:posOffset>
                      </wp:positionH>
                      <wp:positionV relativeFrom="paragraph">
                        <wp:posOffset>946785</wp:posOffset>
                      </wp:positionV>
                      <wp:extent cx="397566" cy="246380"/>
                      <wp:effectExtent l="0" t="0" r="0" b="1270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566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CE1AAC" w14:textId="77777777" w:rsidR="0034547F" w:rsidRPr="00766959" w:rsidRDefault="0034547F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5" w:name="PassoAlette"/>
                                  <w:bookmarkEnd w:id="5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94313" id="Casella di testo 2" o:spid="_x0000_s1028" type="#_x0000_t202" style="position:absolute;margin-left:193.7pt;margin-top:74.55pt;width:31.3pt;height:19.4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" filled="f" stroked="f" strokeweight=".5pt">
                      <v:textbox>
                        <w:txbxContent>
                          <w:p w14:paraId="67CE1AAC" w14:textId="77777777" w:rsidR="0034547F" w:rsidRPr="00766959" w:rsidRDefault="0034547F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6" w:name="PassoAlette"/>
                            <w:bookmarkEnd w:id="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7456" behindDoc="0" locked="0" layoutInCell="1" allowOverlap="1" wp14:anchorId="65B858DC" wp14:editId="6C35DAB1">
                      <wp:simplePos x="0" y="0"/>
                      <wp:positionH relativeFrom="column">
                        <wp:posOffset>2324821</wp:posOffset>
                      </wp:positionH>
                      <wp:positionV relativeFrom="paragraph">
                        <wp:posOffset>2216283</wp:posOffset>
                      </wp:positionV>
                      <wp:extent cx="527050" cy="209804"/>
                      <wp:effectExtent l="0" t="0" r="0" b="0"/>
                      <wp:wrapNone/>
                      <wp:docPr id="8" name="Casella di tes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0980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8EE1AA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7" w:name="LT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858DC" id="Casella di testo 8" o:spid="_x0000_s1029" type="#_x0000_t202" style="position:absolute;margin-left:183.05pt;margin-top:174.5pt;width:41.5pt;height:16.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" filled="f" stroked="f" strokeweight=".5pt">
                      <v:textbox>
                        <w:txbxContent>
                          <w:p w14:paraId="478EE1AA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8" w:name="LT"/>
                            <w:bookmarkEnd w:id="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3840" behindDoc="0" locked="0" layoutInCell="1" allowOverlap="1" wp14:anchorId="6913B248" wp14:editId="33AB6945">
                      <wp:simplePos x="0" y="0"/>
                      <wp:positionH relativeFrom="column">
                        <wp:posOffset>3840783</wp:posOffset>
                      </wp:positionH>
                      <wp:positionV relativeFrom="paragraph">
                        <wp:posOffset>888791</wp:posOffset>
                      </wp:positionV>
                      <wp:extent cx="532530" cy="246490"/>
                      <wp:effectExtent l="0" t="0" r="0" b="0"/>
                      <wp:wrapNone/>
                      <wp:docPr id="18" name="Casella di tes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7F9153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9" w:name="HT"/>
                                  <w:bookmarkEnd w:id="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3B248" id="Casella di testo 18" o:spid="_x0000_s1030" type="#_x0000_t202" style="position:absolute;margin-left:302.4pt;margin-top:70pt;width:41.95pt;height:19.4pt;rotation:-90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" filled="f" stroked="f" strokeweight=".5pt">
                      <v:textbox>
                        <w:txbxContent>
                          <w:p w14:paraId="327F9153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0" w:name="HT"/>
                            <w:bookmarkEnd w:id="1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3600" behindDoc="0" locked="0" layoutInCell="1" allowOverlap="1" wp14:anchorId="51F2523C" wp14:editId="58499D4A">
                      <wp:simplePos x="0" y="0"/>
                      <wp:positionH relativeFrom="column">
                        <wp:posOffset>704215</wp:posOffset>
                      </wp:positionH>
                      <wp:positionV relativeFrom="paragraph">
                        <wp:posOffset>1353981</wp:posOffset>
                      </wp:positionV>
                      <wp:extent cx="699715" cy="246490"/>
                      <wp:effectExtent l="0" t="0" r="0" b="1270"/>
                      <wp:wrapNone/>
                      <wp:docPr id="13" name="Casella di tes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9715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BF1358" w14:textId="77777777" w:rsidR="00027D2D" w:rsidRPr="00766959" w:rsidRDefault="00027D2D" w:rsidP="00393BEF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1" w:name="DiaOUT"/>
                                  <w:bookmarkEnd w:id="1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2523C" id="Casella di testo 13" o:spid="_x0000_s1031" type="#_x0000_t202" style="position:absolute;margin-left:55.45pt;margin-top:106.6pt;width:55.1pt;height:19.4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" filled="f" stroked="f" strokeweight=".5pt">
                      <v:textbox>
                        <w:txbxContent>
                          <w:p w14:paraId="35BF1358" w14:textId="77777777" w:rsidR="00027D2D" w:rsidRPr="00766959" w:rsidRDefault="00027D2D" w:rsidP="00393BEF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2" w:name="DiaOUT"/>
                            <w:bookmarkEnd w:id="1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5648" behindDoc="0" locked="0" layoutInCell="1" allowOverlap="1" wp14:anchorId="1B240364" wp14:editId="4FA2CF32">
                      <wp:simplePos x="0" y="0"/>
                      <wp:positionH relativeFrom="column">
                        <wp:posOffset>704054</wp:posOffset>
                      </wp:positionH>
                      <wp:positionV relativeFrom="paragraph">
                        <wp:posOffset>557530</wp:posOffset>
                      </wp:positionV>
                      <wp:extent cx="699135" cy="246380"/>
                      <wp:effectExtent l="0" t="0" r="0" b="1270"/>
                      <wp:wrapNone/>
                      <wp:docPr id="14" name="Casella di tes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913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998025" w14:textId="77777777" w:rsidR="00027D2D" w:rsidRPr="00766959" w:rsidRDefault="00027D2D" w:rsidP="00393BEF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3" w:name="DiaIN"/>
                                  <w:bookmarkEnd w:id="1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40364" id="Casella di testo 14" o:spid="_x0000_s1032" type="#_x0000_t202" style="position:absolute;margin-left:55.45pt;margin-top:43.9pt;width:55.05pt;height:19.4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" filled="f" stroked="f" strokeweight=".5pt">
                      <v:textbox>
                        <w:txbxContent>
                          <w:p w14:paraId="42998025" w14:textId="77777777" w:rsidR="00027D2D" w:rsidRPr="00766959" w:rsidRDefault="00027D2D" w:rsidP="00393BEF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4" w:name="DiaIN"/>
                            <w:bookmarkEnd w:id="1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5888" behindDoc="0" locked="0" layoutInCell="1" allowOverlap="1" wp14:anchorId="33F39006" wp14:editId="21E90E5F">
                      <wp:simplePos x="0" y="0"/>
                      <wp:positionH relativeFrom="column">
                        <wp:posOffset>3633152</wp:posOffset>
                      </wp:positionH>
                      <wp:positionV relativeFrom="paragraph">
                        <wp:posOffset>255114</wp:posOffset>
                      </wp:positionV>
                      <wp:extent cx="357505" cy="246380"/>
                      <wp:effectExtent l="0" t="0" r="2857" b="0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5750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1FB1EE" w14:textId="77777777" w:rsidR="00D77C20" w:rsidRPr="00766959" w:rsidRDefault="00D77C20" w:rsidP="00D77C20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5" w:name="CoperchioSup"/>
                                  <w:bookmarkEnd w:id="15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39006" id="Casella di testo 5" o:spid="_x0000_s1033" type="#_x0000_t202" style="position:absolute;margin-left:286.05pt;margin-top:20.1pt;width:28.15pt;height:19.4pt;rotation:-90;z-index:25168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" filled="f" stroked="f" strokeweight=".5pt">
                      <v:textbox>
                        <w:txbxContent>
                          <w:p w14:paraId="4C1FB1EE" w14:textId="77777777" w:rsidR="00D77C20" w:rsidRPr="00766959" w:rsidRDefault="00D77C20" w:rsidP="00D77C20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6" w:name="CoperchioSup"/>
                            <w:bookmarkEnd w:id="1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7696" behindDoc="0" locked="0" layoutInCell="1" allowOverlap="1" wp14:anchorId="04D92456" wp14:editId="1953B835">
                      <wp:simplePos x="0" y="0"/>
                      <wp:positionH relativeFrom="column">
                        <wp:posOffset>3639502</wp:posOffset>
                      </wp:positionH>
                      <wp:positionV relativeFrom="paragraph">
                        <wp:posOffset>1604167</wp:posOffset>
                      </wp:positionV>
                      <wp:extent cx="357809" cy="246490"/>
                      <wp:effectExtent l="0" t="0" r="2857" b="0"/>
                      <wp:wrapNone/>
                      <wp:docPr id="15" name="Casella di tes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D4202E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7" w:name="CoperchioInf"/>
                                  <w:bookmarkEnd w:id="1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92456" id="Casella di testo 15" o:spid="_x0000_s1034" type="#_x0000_t202" style="position:absolute;margin-left:286.55pt;margin-top:126.3pt;width:28.15pt;height:19.4pt;rotation:-90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" filled="f" stroked="f" strokeweight=".5pt">
                      <v:textbox>
                        <w:txbxContent>
                          <w:p w14:paraId="66D4202E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8" w:name="CoperchioInf"/>
                            <w:bookmarkEnd w:id="1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9504" behindDoc="0" locked="0" layoutInCell="1" allowOverlap="1" wp14:anchorId="3BCE8F3D" wp14:editId="7E59E3A9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1893920</wp:posOffset>
                      </wp:positionV>
                      <wp:extent cx="527050" cy="246490"/>
                      <wp:effectExtent l="0" t="0" r="0" b="1270"/>
                      <wp:wrapNone/>
                      <wp:docPr id="9" name="Casella di tes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C87534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9" w:name="BT"/>
                                  <w:bookmarkEnd w:id="1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E8F3D" id="Casella di testo 9" o:spid="_x0000_s1035" type="#_x0000_t202" style="position:absolute;margin-left:369.3pt;margin-top:149.15pt;width:41.5pt;height:19.4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" filled="f" stroked="f" strokeweight=".5pt">
                      <v:textbox>
                        <w:txbxContent>
                          <w:p w14:paraId="1AC87534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0" w:name="BT"/>
                            <w:bookmarkEnd w:id="2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1" allowOverlap="1" wp14:anchorId="597FB5B1" wp14:editId="136A2557">
                      <wp:simplePos x="0" y="0"/>
                      <wp:positionH relativeFrom="column">
                        <wp:posOffset>2323551</wp:posOffset>
                      </wp:positionH>
                      <wp:positionV relativeFrom="paragraph">
                        <wp:posOffset>1885599</wp:posOffset>
                      </wp:positionV>
                      <wp:extent cx="527050" cy="246490"/>
                      <wp:effectExtent l="0" t="0" r="0" b="12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FF740F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1" w:name="BL"/>
                                  <w:bookmarkEnd w:id="2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FB5B1" id="Casella di testo 6" o:spid="_x0000_s1036" type="#_x0000_t202" style="position:absolute;margin-left:182.95pt;margin-top:148.45pt;width:41.5pt;height:19.4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" filled="f" stroked="f" strokeweight=".5pt">
                      <v:textbox>
                        <w:txbxContent>
                          <w:p w14:paraId="4EFF740F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2" w:name="BL"/>
                            <w:bookmarkEnd w:id="2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1792" behindDoc="0" locked="0" layoutInCell="1" allowOverlap="1" wp14:anchorId="6A272C81" wp14:editId="7BE35003">
                      <wp:simplePos x="0" y="0"/>
                      <wp:positionH relativeFrom="column">
                        <wp:posOffset>3545366</wp:posOffset>
                      </wp:positionH>
                      <wp:positionV relativeFrom="paragraph">
                        <wp:posOffset>913130</wp:posOffset>
                      </wp:positionV>
                      <wp:extent cx="532530" cy="246490"/>
                      <wp:effectExtent l="0" t="0" r="0" b="0"/>
                      <wp:wrapNone/>
                      <wp:docPr id="17" name="Casella di test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F8CC1F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3" w:name="BH"/>
                                  <w:bookmarkEnd w:id="2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72C81" id="Casella di testo 17" o:spid="_x0000_s1037" type="#_x0000_t202" style="position:absolute;margin-left:279.15pt;margin-top:71.9pt;width:41.95pt;height:19.4pt;rotation:-90;z-index:251681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" filled="f" stroked="f" strokeweight=".5pt">
                      <v:textbox>
                        <w:txbxContent>
                          <w:p w14:paraId="58F8CC1F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4" w:name="BH"/>
                            <w:bookmarkEnd w:id="2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6C61">
              <w:object w:dxaOrig="8745" w:dyaOrig="5220" w14:anchorId="5A818C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7.4pt;height:261pt" o:ole="">
                  <v:imagedata r:id="rId7" o:title=""/>
                </v:shape>
                <o:OLEObject Type="Embed" ProgID="PBrush" ShapeID="_x0000_i1025" DrawAspect="Content" ObjectID="_1789293274" r:id="rId8"/>
              </w:object>
            </w:r>
          </w:p>
        </w:tc>
      </w:tr>
    </w:tbl>
    <w:p w14:paraId="314B9FAE" w14:textId="77777777" w:rsidR="004C7FC9" w:rsidRPr="00DB3666" w:rsidRDefault="004C7FC9" w:rsidP="00CC5CC1">
      <w:pPr>
        <w:spacing w:after="0"/>
        <w:rPr>
          <w:rFonts w:ascii="Consolas" w:hAnsi="Consolas" w:cs="Arial"/>
          <w:sz w:val="16"/>
          <w:szCs w:val="16"/>
        </w:rPr>
      </w:pPr>
    </w:p>
    <w:sectPr w:rsidR="004C7FC9" w:rsidRPr="00DB3666" w:rsidSect="00E154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62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A6CAE" w14:textId="77777777" w:rsidR="00560E9B" w:rsidRDefault="00560E9B" w:rsidP="00F430EA">
      <w:pPr>
        <w:spacing w:after="0" w:line="240" w:lineRule="auto"/>
      </w:pPr>
      <w:r>
        <w:separator/>
      </w:r>
    </w:p>
  </w:endnote>
  <w:endnote w:type="continuationSeparator" w:id="0">
    <w:p w14:paraId="4B4472C4" w14:textId="77777777" w:rsidR="00560E9B" w:rsidRDefault="00560E9B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4167B" w14:textId="77777777" w:rsidR="00B83B05" w:rsidRDefault="00B83B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E282" w14:textId="77777777" w:rsidR="00620D56" w:rsidRDefault="00620D56" w:rsidP="00620D56">
    <w:pPr>
      <w:pStyle w:val="Pidipagina"/>
      <w:jc w:val="center"/>
    </w:pPr>
    <w:r>
      <w:t>Pag</w:t>
    </w:r>
    <w:r w:rsidR="00B83B05">
      <w:t>.</w:t>
    </w:r>
    <w: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 w:rsidR="00E56C61">
      <w:rPr>
        <w:noProof/>
      </w:rPr>
      <w:t>1</w:t>
    </w:r>
    <w:r>
      <w:fldChar w:fldCharType="end"/>
    </w:r>
    <w:r w:rsidR="001E1C4B">
      <w:t>/</w:t>
    </w:r>
    <w:fldSimple w:instr=" NUMPAGES   \* MERGEFORMAT ">
      <w:r w:rsidR="00E56C61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06050" w14:textId="77777777" w:rsidR="00B83B05" w:rsidRDefault="00B83B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AB3CA" w14:textId="77777777" w:rsidR="00560E9B" w:rsidRDefault="00560E9B" w:rsidP="00F430EA">
      <w:pPr>
        <w:spacing w:after="0" w:line="240" w:lineRule="auto"/>
      </w:pPr>
      <w:r>
        <w:separator/>
      </w:r>
    </w:p>
  </w:footnote>
  <w:footnote w:type="continuationSeparator" w:id="0">
    <w:p w14:paraId="075B1FDE" w14:textId="77777777" w:rsidR="00560E9B" w:rsidRDefault="00560E9B" w:rsidP="00F4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A2BD" w14:textId="77777777" w:rsidR="00B83B05" w:rsidRDefault="00B83B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5256"/>
      <w:gridCol w:w="3533"/>
      <w:gridCol w:w="1415"/>
    </w:tblGrid>
    <w:tr w:rsidR="00E644FA" w:rsidRPr="00666543" w14:paraId="1E471124" w14:textId="77777777" w:rsidTr="00045DBD">
      <w:tc>
        <w:tcPr>
          <w:tcW w:w="5256" w:type="dxa"/>
          <w:vMerge w:val="restart"/>
          <w:shd w:val="clear" w:color="auto" w:fill="auto"/>
          <w:vAlign w:val="center"/>
        </w:tcPr>
        <w:p w14:paraId="6A1306AF" w14:textId="07BD1ACB" w:rsidR="00F430EA" w:rsidRPr="00666543" w:rsidRDefault="00105B27">
          <w:pPr>
            <w:pStyle w:val="Intestazione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 wp14:anchorId="7CB9A3F3" wp14:editId="78D3A90B">
                <wp:extent cx="2800350" cy="593090"/>
                <wp:effectExtent l="0" t="0" r="0" b="0"/>
                <wp:docPr id="632831354" name="Immagine 1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2831354" name="Immagine 1" descr="Immagine che contiene Carattere, testo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35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3" w:type="dxa"/>
          <w:shd w:val="clear" w:color="auto" w:fill="auto"/>
          <w:vAlign w:val="center"/>
        </w:tcPr>
        <w:p w14:paraId="76F46527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18D9737E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</w:tc>
      <w:tc>
        <w:tcPr>
          <w:tcW w:w="1415" w:type="dxa"/>
          <w:shd w:val="clear" w:color="auto" w:fill="auto"/>
          <w:vAlign w:val="center"/>
        </w:tcPr>
        <w:p w14:paraId="69307905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039FA344" w14:textId="7ECD0611" w:rsidR="00F430EA" w:rsidRPr="00666543" w:rsidRDefault="00A0148E" w:rsidP="00A0148E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fldChar w:fldCharType="begin"/>
          </w:r>
          <w:r w:rsidRPr="00666543">
            <w:rPr>
              <w:rFonts w:ascii="Tahoma" w:hAnsi="Tahoma" w:cs="Tahoma"/>
            </w:rPr>
            <w:instrText xml:space="preserve"> TIME \@ "dd/MM/yy" </w:instrText>
          </w:r>
          <w:r w:rsidRPr="00666543">
            <w:rPr>
              <w:rFonts w:ascii="Tahoma" w:hAnsi="Tahoma" w:cs="Tahoma"/>
            </w:rPr>
            <w:fldChar w:fldCharType="separate"/>
          </w:r>
          <w:r w:rsidR="00105B27">
            <w:rPr>
              <w:rFonts w:ascii="Tahoma" w:hAnsi="Tahoma" w:cs="Tahoma"/>
              <w:noProof/>
            </w:rPr>
            <w:t>01/10/24</w:t>
          </w:r>
          <w:r w:rsidRPr="00666543">
            <w:rPr>
              <w:rFonts w:ascii="Tahoma" w:hAnsi="Tahoma" w:cs="Tahoma"/>
            </w:rPr>
            <w:fldChar w:fldCharType="end"/>
          </w:r>
        </w:p>
      </w:tc>
    </w:tr>
    <w:tr w:rsidR="00E644FA" w:rsidRPr="00666543" w14:paraId="48E045CF" w14:textId="77777777" w:rsidTr="00045DBD">
      <w:tc>
        <w:tcPr>
          <w:tcW w:w="5256" w:type="dxa"/>
          <w:vMerge/>
          <w:shd w:val="clear" w:color="auto" w:fill="auto"/>
          <w:vAlign w:val="center"/>
        </w:tcPr>
        <w:p w14:paraId="276956B7" w14:textId="77777777" w:rsidR="00F430EA" w:rsidRPr="00666543" w:rsidRDefault="00F430EA">
          <w:pPr>
            <w:pStyle w:val="Intestazione"/>
            <w:rPr>
              <w:rFonts w:ascii="Tahoma" w:hAnsi="Tahoma" w:cs="Tahoma"/>
            </w:rPr>
          </w:pPr>
        </w:p>
      </w:tc>
      <w:tc>
        <w:tcPr>
          <w:tcW w:w="3533" w:type="dxa"/>
          <w:shd w:val="clear" w:color="auto" w:fill="auto"/>
          <w:vAlign w:val="center"/>
        </w:tcPr>
        <w:p w14:paraId="0F306CA5" w14:textId="77777777" w:rsidR="00F430EA" w:rsidRPr="00666543" w:rsidRDefault="00F430EA" w:rsidP="00B83B05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>Software vers</w:t>
          </w:r>
          <w:r w:rsidR="00B83B05">
            <w:rPr>
              <w:rFonts w:ascii="Tahoma" w:hAnsi="Tahoma" w:cs="Tahoma"/>
            </w:rPr>
            <w:t>.</w:t>
          </w:r>
          <w:r w:rsidR="00045DBD">
            <w:rPr>
              <w:rFonts w:ascii="Tahoma" w:hAnsi="Tahoma" w:cs="Tahoma"/>
            </w:rPr>
            <w:t>:</w:t>
          </w:r>
        </w:p>
      </w:tc>
      <w:tc>
        <w:tcPr>
          <w:tcW w:w="1415" w:type="dxa"/>
          <w:shd w:val="clear" w:color="auto" w:fill="auto"/>
          <w:vAlign w:val="center"/>
        </w:tcPr>
        <w:p w14:paraId="4FC4B854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bookmarkStart w:id="25" w:name="SoftwareVersion"/>
          <w:bookmarkEnd w:id="25"/>
        </w:p>
      </w:tc>
    </w:tr>
  </w:tbl>
  <w:p w14:paraId="5EE2E120" w14:textId="77777777" w:rsidR="00F430EA" w:rsidRPr="00666543" w:rsidRDefault="00F430EA">
    <w:pPr>
      <w:pStyle w:val="Intestazione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BA460" w14:textId="77777777" w:rsidR="00B83B05" w:rsidRDefault="00B83B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26964"/>
    <w:rsid w:val="00027D2D"/>
    <w:rsid w:val="00045DBD"/>
    <w:rsid w:val="000472F1"/>
    <w:rsid w:val="00052689"/>
    <w:rsid w:val="00074307"/>
    <w:rsid w:val="00081FD5"/>
    <w:rsid w:val="00082596"/>
    <w:rsid w:val="000875B4"/>
    <w:rsid w:val="000C1975"/>
    <w:rsid w:val="000E41DC"/>
    <w:rsid w:val="000E75EB"/>
    <w:rsid w:val="000F303D"/>
    <w:rsid w:val="00105B27"/>
    <w:rsid w:val="00113EE1"/>
    <w:rsid w:val="00117142"/>
    <w:rsid w:val="00145042"/>
    <w:rsid w:val="00152C11"/>
    <w:rsid w:val="0016365E"/>
    <w:rsid w:val="00166D4E"/>
    <w:rsid w:val="00182D40"/>
    <w:rsid w:val="001941C5"/>
    <w:rsid w:val="001A61EC"/>
    <w:rsid w:val="001B0437"/>
    <w:rsid w:val="001B130B"/>
    <w:rsid w:val="001D769D"/>
    <w:rsid w:val="001E1C4B"/>
    <w:rsid w:val="001F1C7B"/>
    <w:rsid w:val="001F5285"/>
    <w:rsid w:val="00210835"/>
    <w:rsid w:val="00213518"/>
    <w:rsid w:val="002227E8"/>
    <w:rsid w:val="00222F0D"/>
    <w:rsid w:val="002419F2"/>
    <w:rsid w:val="00252026"/>
    <w:rsid w:val="00262DC1"/>
    <w:rsid w:val="002D451B"/>
    <w:rsid w:val="002F2C78"/>
    <w:rsid w:val="00303D52"/>
    <w:rsid w:val="00314153"/>
    <w:rsid w:val="003220DF"/>
    <w:rsid w:val="00334A4C"/>
    <w:rsid w:val="0034547F"/>
    <w:rsid w:val="00361411"/>
    <w:rsid w:val="003840F8"/>
    <w:rsid w:val="00393BEF"/>
    <w:rsid w:val="003A5F8B"/>
    <w:rsid w:val="003B6292"/>
    <w:rsid w:val="003E15EA"/>
    <w:rsid w:val="004120C3"/>
    <w:rsid w:val="00414A46"/>
    <w:rsid w:val="00423DB6"/>
    <w:rsid w:val="00426C17"/>
    <w:rsid w:val="0047415A"/>
    <w:rsid w:val="00476A49"/>
    <w:rsid w:val="004842AB"/>
    <w:rsid w:val="004878EB"/>
    <w:rsid w:val="004C2BEC"/>
    <w:rsid w:val="004C2C2E"/>
    <w:rsid w:val="004C7FC9"/>
    <w:rsid w:val="004D4977"/>
    <w:rsid w:val="004D7E0C"/>
    <w:rsid w:val="00514947"/>
    <w:rsid w:val="00516AC6"/>
    <w:rsid w:val="005241B5"/>
    <w:rsid w:val="00531AC7"/>
    <w:rsid w:val="00550988"/>
    <w:rsid w:val="0055213A"/>
    <w:rsid w:val="00560E9B"/>
    <w:rsid w:val="00574798"/>
    <w:rsid w:val="00580D2F"/>
    <w:rsid w:val="005872FA"/>
    <w:rsid w:val="0059276B"/>
    <w:rsid w:val="005C105A"/>
    <w:rsid w:val="005C11B7"/>
    <w:rsid w:val="005E0C9B"/>
    <w:rsid w:val="006035E5"/>
    <w:rsid w:val="006056C2"/>
    <w:rsid w:val="00607A31"/>
    <w:rsid w:val="00616D5D"/>
    <w:rsid w:val="00620D56"/>
    <w:rsid w:val="0062112B"/>
    <w:rsid w:val="00625BA7"/>
    <w:rsid w:val="006276D1"/>
    <w:rsid w:val="00632758"/>
    <w:rsid w:val="0066645B"/>
    <w:rsid w:val="00666543"/>
    <w:rsid w:val="0068093D"/>
    <w:rsid w:val="00683F46"/>
    <w:rsid w:val="006846FD"/>
    <w:rsid w:val="006B10E4"/>
    <w:rsid w:val="006B1AD9"/>
    <w:rsid w:val="006F5582"/>
    <w:rsid w:val="0071449B"/>
    <w:rsid w:val="0072180F"/>
    <w:rsid w:val="00722826"/>
    <w:rsid w:val="00756C01"/>
    <w:rsid w:val="00766959"/>
    <w:rsid w:val="00770E66"/>
    <w:rsid w:val="00775B1E"/>
    <w:rsid w:val="00776CA9"/>
    <w:rsid w:val="007B0CA9"/>
    <w:rsid w:val="007B32C3"/>
    <w:rsid w:val="007B7FB6"/>
    <w:rsid w:val="007C3175"/>
    <w:rsid w:val="007C6DB5"/>
    <w:rsid w:val="007E02D0"/>
    <w:rsid w:val="007F2D6C"/>
    <w:rsid w:val="007F4179"/>
    <w:rsid w:val="00800001"/>
    <w:rsid w:val="00815976"/>
    <w:rsid w:val="0082485D"/>
    <w:rsid w:val="00824959"/>
    <w:rsid w:val="008542CD"/>
    <w:rsid w:val="008639A3"/>
    <w:rsid w:val="00892231"/>
    <w:rsid w:val="00892F3D"/>
    <w:rsid w:val="008A2AFB"/>
    <w:rsid w:val="008C5D5C"/>
    <w:rsid w:val="008F4DA5"/>
    <w:rsid w:val="00920967"/>
    <w:rsid w:val="009338DE"/>
    <w:rsid w:val="009513FF"/>
    <w:rsid w:val="00960F92"/>
    <w:rsid w:val="00961B3A"/>
    <w:rsid w:val="009731C2"/>
    <w:rsid w:val="009815AD"/>
    <w:rsid w:val="009847DF"/>
    <w:rsid w:val="00992248"/>
    <w:rsid w:val="009A4FED"/>
    <w:rsid w:val="009D4279"/>
    <w:rsid w:val="009D5743"/>
    <w:rsid w:val="009D65C9"/>
    <w:rsid w:val="009E2834"/>
    <w:rsid w:val="009E493B"/>
    <w:rsid w:val="00A00F0D"/>
    <w:rsid w:val="00A0148E"/>
    <w:rsid w:val="00A574BA"/>
    <w:rsid w:val="00A659DF"/>
    <w:rsid w:val="00A676ED"/>
    <w:rsid w:val="00A701C7"/>
    <w:rsid w:val="00A828DC"/>
    <w:rsid w:val="00AD0445"/>
    <w:rsid w:val="00AD3A52"/>
    <w:rsid w:val="00AD4712"/>
    <w:rsid w:val="00AF39A9"/>
    <w:rsid w:val="00B00A1E"/>
    <w:rsid w:val="00B12A7F"/>
    <w:rsid w:val="00B64D63"/>
    <w:rsid w:val="00B65F8A"/>
    <w:rsid w:val="00B83B05"/>
    <w:rsid w:val="00B84824"/>
    <w:rsid w:val="00B96C77"/>
    <w:rsid w:val="00B96E29"/>
    <w:rsid w:val="00B96F1C"/>
    <w:rsid w:val="00BB009A"/>
    <w:rsid w:val="00BB0135"/>
    <w:rsid w:val="00BB1871"/>
    <w:rsid w:val="00BB78A6"/>
    <w:rsid w:val="00BC0CF9"/>
    <w:rsid w:val="00BC49DE"/>
    <w:rsid w:val="00BD14B2"/>
    <w:rsid w:val="00BD16B7"/>
    <w:rsid w:val="00BE1690"/>
    <w:rsid w:val="00BF175F"/>
    <w:rsid w:val="00BF5D29"/>
    <w:rsid w:val="00C00606"/>
    <w:rsid w:val="00C0061B"/>
    <w:rsid w:val="00C00648"/>
    <w:rsid w:val="00C065D2"/>
    <w:rsid w:val="00C15B3E"/>
    <w:rsid w:val="00C16D0B"/>
    <w:rsid w:val="00C2177D"/>
    <w:rsid w:val="00C513D6"/>
    <w:rsid w:val="00C57BAD"/>
    <w:rsid w:val="00C6703F"/>
    <w:rsid w:val="00C8483F"/>
    <w:rsid w:val="00CB4E11"/>
    <w:rsid w:val="00CC0CED"/>
    <w:rsid w:val="00CC1C5F"/>
    <w:rsid w:val="00CC5CC1"/>
    <w:rsid w:val="00CE259F"/>
    <w:rsid w:val="00CE6457"/>
    <w:rsid w:val="00CF5C6D"/>
    <w:rsid w:val="00D0549C"/>
    <w:rsid w:val="00D15F00"/>
    <w:rsid w:val="00D207CF"/>
    <w:rsid w:val="00D275CE"/>
    <w:rsid w:val="00D30F66"/>
    <w:rsid w:val="00D6315A"/>
    <w:rsid w:val="00D77C20"/>
    <w:rsid w:val="00DA72BD"/>
    <w:rsid w:val="00DB3666"/>
    <w:rsid w:val="00DB3BD3"/>
    <w:rsid w:val="00DD4059"/>
    <w:rsid w:val="00DE4000"/>
    <w:rsid w:val="00DE4A34"/>
    <w:rsid w:val="00DF6C47"/>
    <w:rsid w:val="00E06D98"/>
    <w:rsid w:val="00E15477"/>
    <w:rsid w:val="00E37E03"/>
    <w:rsid w:val="00E54137"/>
    <w:rsid w:val="00E56C61"/>
    <w:rsid w:val="00E61C3F"/>
    <w:rsid w:val="00E644FA"/>
    <w:rsid w:val="00E73D88"/>
    <w:rsid w:val="00E7490A"/>
    <w:rsid w:val="00E971DC"/>
    <w:rsid w:val="00EA090B"/>
    <w:rsid w:val="00EA0E88"/>
    <w:rsid w:val="00EB2FBE"/>
    <w:rsid w:val="00ED0070"/>
    <w:rsid w:val="00ED12A2"/>
    <w:rsid w:val="00ED4EC9"/>
    <w:rsid w:val="00EE08EA"/>
    <w:rsid w:val="00F0210C"/>
    <w:rsid w:val="00F04A80"/>
    <w:rsid w:val="00F07D68"/>
    <w:rsid w:val="00F20901"/>
    <w:rsid w:val="00F2183F"/>
    <w:rsid w:val="00F255F8"/>
    <w:rsid w:val="00F30EDB"/>
    <w:rsid w:val="00F36144"/>
    <w:rsid w:val="00F42969"/>
    <w:rsid w:val="00F430EA"/>
    <w:rsid w:val="00F873B6"/>
    <w:rsid w:val="00FA0F72"/>
    <w:rsid w:val="00FB2987"/>
    <w:rsid w:val="00FD0A90"/>
    <w:rsid w:val="00FD5C1D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52E0495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EB908-68B8-40AA-B3EF-171D9D36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139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73</cp:revision>
  <dcterms:created xsi:type="dcterms:W3CDTF">2019-03-30T09:33:00Z</dcterms:created>
  <dcterms:modified xsi:type="dcterms:W3CDTF">2024-10-01T11:08:00Z</dcterms:modified>
</cp:coreProperties>
</file>